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25CA3AF6"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F60E7D" w:rsidRPr="00F60E7D">
        <w:rPr>
          <w:rFonts w:eastAsiaTheme="minorHAnsi"/>
          <w:lang w:val="en-GB"/>
        </w:rPr>
        <w:t>83489368</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41F4BE8F"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B56FE0">
            <w:rPr>
              <w:rFonts w:cs="Arial"/>
              <w:color w:val="A6A6A6" w:themeColor="background1" w:themeShade="A6"/>
              <w:szCs w:val="22"/>
              <w:lang w:val="en-GB"/>
            </w:rPr>
            <w:t>relevant business area</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Pr="003F2462">
        <w:rPr>
          <w:rFonts w:cs="Arial"/>
          <w:noProof/>
          <w:szCs w:val="22"/>
          <w:lang w:val="en-GB"/>
        </w:rPr>
        <w:t>corporate division name</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F60E7D">
        <w:rPr>
          <w:rFonts w:cs="Arial"/>
          <w:szCs w:val="22"/>
          <w:lang w:val="en-GB"/>
        </w:rPr>
        <w:t>10000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46DE3B41"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F60E7D">
        <w:rPr>
          <w:rFonts w:cs="Arial"/>
          <w:lang w:val="en-GB"/>
        </w:rPr>
        <w:t>3</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05EBEA90"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60E7D">
        <w:rPr>
          <w:b w:val="0"/>
          <w:lang w:val="en-GB"/>
        </w:rPr>
        <w:t>10000</w:t>
      </w:r>
      <w:r w:rsidR="00303CC2" w:rsidRPr="003F2462">
        <w:rPr>
          <w:b w:val="0"/>
          <w:lang w:val="en-GB"/>
        </w:rPr>
        <w:fldChar w:fldCharType="end"/>
      </w:r>
      <w:r w:rsidRPr="003F2462">
        <w:rPr>
          <w:b w:val="0"/>
          <w:color w:val="000000" w:themeColor="text1"/>
          <w:szCs w:val="22"/>
          <w:lang w:val="en-GB"/>
        </w:rPr>
        <w:t>.</w:t>
      </w:r>
    </w:p>
    <w:p w14:paraId="2AC4800A" w14:textId="177C52A3"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60E7D">
        <w:rPr>
          <w:b w:val="0"/>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60E7D" w:rsidRPr="00F60E7D">
        <w:rPr>
          <w:b w:val="0"/>
          <w:lang w:val="en-GB"/>
        </w:rPr>
        <w:t>Biodiversity and Natural Resource Management, Financing, Environment</w:t>
      </w:r>
      <w:r w:rsidRPr="003F2462">
        <w:rPr>
          <w:b w:val="0"/>
          <w:lang w:val="en-GB"/>
        </w:rPr>
        <w:fldChar w:fldCharType="end"/>
      </w:r>
    </w:p>
    <w:p w14:paraId="1E565595" w14:textId="43F8BFBC"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60E7D">
        <w:rPr>
          <w:b w:val="0"/>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2B21BA">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197A5" w14:textId="77777777" w:rsidR="0053766B" w:rsidRDefault="0053766B" w:rsidP="00A637D0">
      <w:r>
        <w:separator/>
      </w:r>
    </w:p>
  </w:endnote>
  <w:endnote w:type="continuationSeparator" w:id="0">
    <w:p w14:paraId="4F1D43F3" w14:textId="77777777" w:rsidR="0053766B" w:rsidRDefault="0053766B"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50CB8" w14:textId="77777777" w:rsidR="0053766B" w:rsidRDefault="0053766B" w:rsidP="00A637D0">
      <w:r>
        <w:separator/>
      </w:r>
    </w:p>
  </w:footnote>
  <w:footnote w:type="continuationSeparator" w:id="0">
    <w:p w14:paraId="39ACE0C5" w14:textId="77777777" w:rsidR="0053766B" w:rsidRDefault="0053766B"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15BA6"/>
    <w:rsid w:val="0043491B"/>
    <w:rsid w:val="004435ED"/>
    <w:rsid w:val="004511CA"/>
    <w:rsid w:val="0045631A"/>
    <w:rsid w:val="0045739A"/>
    <w:rsid w:val="00463EC1"/>
    <w:rsid w:val="00466305"/>
    <w:rsid w:val="004666E2"/>
    <w:rsid w:val="00472CB8"/>
    <w:rsid w:val="0047680C"/>
    <w:rsid w:val="004821C0"/>
    <w:rsid w:val="0049307C"/>
    <w:rsid w:val="00493CDA"/>
    <w:rsid w:val="00495C9A"/>
    <w:rsid w:val="004A1C00"/>
    <w:rsid w:val="004A28D6"/>
    <w:rsid w:val="004A2BE9"/>
    <w:rsid w:val="004A374F"/>
    <w:rsid w:val="004A5843"/>
    <w:rsid w:val="004B1237"/>
    <w:rsid w:val="004B6704"/>
    <w:rsid w:val="004C4961"/>
    <w:rsid w:val="004D1A52"/>
    <w:rsid w:val="004D5564"/>
    <w:rsid w:val="004D5B34"/>
    <w:rsid w:val="004E11DA"/>
    <w:rsid w:val="004E37B6"/>
    <w:rsid w:val="004E597C"/>
    <w:rsid w:val="004F56CA"/>
    <w:rsid w:val="004F6D94"/>
    <w:rsid w:val="004F7FBA"/>
    <w:rsid w:val="00502CE8"/>
    <w:rsid w:val="00503D35"/>
    <w:rsid w:val="00507C1D"/>
    <w:rsid w:val="005102A5"/>
    <w:rsid w:val="00516FF0"/>
    <w:rsid w:val="0053766B"/>
    <w:rsid w:val="00553FC0"/>
    <w:rsid w:val="00554D64"/>
    <w:rsid w:val="00556EAD"/>
    <w:rsid w:val="00560342"/>
    <w:rsid w:val="00562AAE"/>
    <w:rsid w:val="005856CD"/>
    <w:rsid w:val="005871F6"/>
    <w:rsid w:val="005875AF"/>
    <w:rsid w:val="005979B9"/>
    <w:rsid w:val="005A05F7"/>
    <w:rsid w:val="005A6062"/>
    <w:rsid w:val="005B3D97"/>
    <w:rsid w:val="005C11A9"/>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4737"/>
    <w:rsid w:val="00696B10"/>
    <w:rsid w:val="006A5B09"/>
    <w:rsid w:val="006B01FA"/>
    <w:rsid w:val="006B4708"/>
    <w:rsid w:val="006C3411"/>
    <w:rsid w:val="006E2E2F"/>
    <w:rsid w:val="006E6BF7"/>
    <w:rsid w:val="006E724B"/>
    <w:rsid w:val="006F15DB"/>
    <w:rsid w:val="006F1D40"/>
    <w:rsid w:val="006F545C"/>
    <w:rsid w:val="006F5A39"/>
    <w:rsid w:val="006F643B"/>
    <w:rsid w:val="007000B3"/>
    <w:rsid w:val="007077E8"/>
    <w:rsid w:val="00722877"/>
    <w:rsid w:val="007245A9"/>
    <w:rsid w:val="007273C6"/>
    <w:rsid w:val="00737A70"/>
    <w:rsid w:val="00744186"/>
    <w:rsid w:val="00752AC5"/>
    <w:rsid w:val="00763DE2"/>
    <w:rsid w:val="007642DA"/>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62EE"/>
    <w:rsid w:val="008964DD"/>
    <w:rsid w:val="008A634C"/>
    <w:rsid w:val="008B1997"/>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287"/>
    <w:rsid w:val="00B770F7"/>
    <w:rsid w:val="00B805D3"/>
    <w:rsid w:val="00B80CAA"/>
    <w:rsid w:val="00B80DAF"/>
    <w:rsid w:val="00B86CC5"/>
    <w:rsid w:val="00B92197"/>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80282"/>
    <w:rsid w:val="00D828C7"/>
    <w:rsid w:val="00D85B8D"/>
    <w:rsid w:val="00D915D5"/>
    <w:rsid w:val="00DA3266"/>
    <w:rsid w:val="00DB1469"/>
    <w:rsid w:val="00DD0D7D"/>
    <w:rsid w:val="00DD48B5"/>
    <w:rsid w:val="00DD592E"/>
    <w:rsid w:val="00DD658A"/>
    <w:rsid w:val="00DE0892"/>
    <w:rsid w:val="00DE3C1A"/>
    <w:rsid w:val="00DE6D89"/>
    <w:rsid w:val="00DE7E67"/>
    <w:rsid w:val="00DF6E8E"/>
    <w:rsid w:val="00E00A39"/>
    <w:rsid w:val="00E157EE"/>
    <w:rsid w:val="00E17E99"/>
    <w:rsid w:val="00E2052D"/>
    <w:rsid w:val="00E26540"/>
    <w:rsid w:val="00E27A10"/>
    <w:rsid w:val="00E30D70"/>
    <w:rsid w:val="00E3132E"/>
    <w:rsid w:val="00E32D51"/>
    <w:rsid w:val="00E32DBA"/>
    <w:rsid w:val="00E415DF"/>
    <w:rsid w:val="00E46413"/>
    <w:rsid w:val="00E46FEC"/>
    <w:rsid w:val="00E51376"/>
    <w:rsid w:val="00E534D5"/>
    <w:rsid w:val="00E56945"/>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46C2"/>
    <w:rsid w:val="00F55CC9"/>
    <w:rsid w:val="00F60E7D"/>
    <w:rsid w:val="00F653EB"/>
    <w:rsid w:val="00F7392C"/>
    <w:rsid w:val="00F73BD7"/>
    <w:rsid w:val="00F96761"/>
    <w:rsid w:val="00FA0578"/>
    <w:rsid w:val="00FA7E09"/>
    <w:rsid w:val="00FB21AF"/>
    <w:rsid w:val="00FB2A41"/>
    <w:rsid w:val="00FB2B83"/>
    <w:rsid w:val="00FB3CCB"/>
    <w:rsid w:val="00FC5121"/>
    <w:rsid w:val="00FD090A"/>
    <w:rsid w:val="00FD0CDF"/>
    <w:rsid w:val="00FD3362"/>
    <w:rsid w:val="00FD3F06"/>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0525C7"/>
    <w:rsid w:val="00112114"/>
    <w:rsid w:val="00154B3D"/>
    <w:rsid w:val="00171B32"/>
    <w:rsid w:val="00235435"/>
    <w:rsid w:val="00282034"/>
    <w:rsid w:val="00282750"/>
    <w:rsid w:val="00333981"/>
    <w:rsid w:val="0038269E"/>
    <w:rsid w:val="0043491B"/>
    <w:rsid w:val="00461BEE"/>
    <w:rsid w:val="00487871"/>
    <w:rsid w:val="004D3552"/>
    <w:rsid w:val="005600F0"/>
    <w:rsid w:val="005871F6"/>
    <w:rsid w:val="005C631F"/>
    <w:rsid w:val="005E2F52"/>
    <w:rsid w:val="006E233B"/>
    <w:rsid w:val="007642DA"/>
    <w:rsid w:val="00770F9A"/>
    <w:rsid w:val="00821512"/>
    <w:rsid w:val="00882CCD"/>
    <w:rsid w:val="008C1E54"/>
    <w:rsid w:val="00927956"/>
    <w:rsid w:val="00950015"/>
    <w:rsid w:val="00991ACB"/>
    <w:rsid w:val="009D336F"/>
    <w:rsid w:val="00A330C5"/>
    <w:rsid w:val="00AF2B32"/>
    <w:rsid w:val="00AF7064"/>
    <w:rsid w:val="00B5752D"/>
    <w:rsid w:val="00C72E5A"/>
    <w:rsid w:val="00C87B31"/>
    <w:rsid w:val="00C97DAF"/>
    <w:rsid w:val="00CD6951"/>
    <w:rsid w:val="00D1327F"/>
    <w:rsid w:val="00D3109A"/>
    <w:rsid w:val="00DB64AB"/>
    <w:rsid w:val="00DB7054"/>
    <w:rsid w:val="00DB7DF1"/>
    <w:rsid w:val="00E14AC7"/>
    <w:rsid w:val="00E22FB5"/>
    <w:rsid w:val="00E449F1"/>
    <w:rsid w:val="00EB2CA5"/>
    <w:rsid w:val="00EC42C3"/>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06CF000A-C7E3-42BD-B5DF-8B55A609A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3.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4.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1845</Words>
  <Characters>10521</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29</cp:revision>
  <cp:lastPrinted>2018-02-16T12:47:00Z</cp:lastPrinted>
  <dcterms:created xsi:type="dcterms:W3CDTF">2024-03-12T09:59:00Z</dcterms:created>
  <dcterms:modified xsi:type="dcterms:W3CDTF">2025-05-20T08:25:00Z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